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646" w:rsidRPr="0003290E" w:rsidRDefault="00155646" w:rsidP="0003290E">
      <w:pPr>
        <w:jc w:val="right"/>
      </w:pPr>
      <w:r w:rsidRPr="0003290E">
        <w:t xml:space="preserve">                                                                                                                         Приложение № 3</w:t>
      </w:r>
    </w:p>
    <w:p w:rsidR="00155646" w:rsidRPr="0003290E" w:rsidRDefault="00155646" w:rsidP="0003290E">
      <w:pPr>
        <w:jc w:val="right"/>
      </w:pPr>
      <w:r w:rsidRPr="0003290E">
        <w:t xml:space="preserve">к решению третьей сессии </w:t>
      </w:r>
    </w:p>
    <w:p w:rsidR="00155646" w:rsidRPr="0003290E" w:rsidRDefault="00155646" w:rsidP="0003290E">
      <w:pPr>
        <w:jc w:val="right"/>
      </w:pPr>
      <w:r w:rsidRPr="0003290E">
        <w:t>Совета депутатов</w:t>
      </w:r>
    </w:p>
    <w:p w:rsidR="00155646" w:rsidRPr="0003290E" w:rsidRDefault="00155646" w:rsidP="0003290E">
      <w:pPr>
        <w:jc w:val="right"/>
      </w:pPr>
      <w:r w:rsidRPr="0003290E">
        <w:t xml:space="preserve">Невского сельсовета </w:t>
      </w:r>
    </w:p>
    <w:p w:rsidR="00155646" w:rsidRPr="0003290E" w:rsidRDefault="00155646" w:rsidP="0003290E">
      <w:pPr>
        <w:jc w:val="right"/>
      </w:pPr>
      <w:r w:rsidRPr="0003290E">
        <w:t xml:space="preserve">                                                                      Убинского района Новосибирской области </w:t>
      </w:r>
    </w:p>
    <w:p w:rsidR="00155646" w:rsidRDefault="00155646" w:rsidP="003E1317">
      <w:pPr>
        <w:jc w:val="right"/>
      </w:pPr>
      <w:r w:rsidRPr="0003290E">
        <w:t xml:space="preserve">                                                                                         шестого созыва от 2</w:t>
      </w:r>
      <w:r>
        <w:t>5</w:t>
      </w:r>
      <w:r w:rsidRPr="0003290E">
        <w:t>.12.2020 №</w:t>
      </w:r>
      <w:r>
        <w:t>15</w:t>
      </w:r>
    </w:p>
    <w:p w:rsidR="00155646" w:rsidRPr="00764687" w:rsidRDefault="00155646" w:rsidP="006D0426">
      <w:pPr>
        <w:jc w:val="center"/>
        <w:rPr>
          <w:b/>
        </w:rPr>
      </w:pPr>
      <w:r w:rsidRPr="00764687">
        <w:rPr>
          <w:b/>
        </w:rPr>
        <w:t>НОРМАТИВЫ</w:t>
      </w:r>
    </w:p>
    <w:p w:rsidR="00155646" w:rsidRPr="003E1317" w:rsidRDefault="00155646" w:rsidP="003E1317">
      <w:pPr>
        <w:jc w:val="center"/>
      </w:pPr>
      <w:r>
        <w:t>Распределение доходов между бюджетами бюджетной системы РФ в процентах в части поступлений в бюджет муниципального поселения на 2021 год и на плановый период 2022 и 2023 годов по Невскому сельсовету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"/>
        <w:gridCol w:w="996"/>
        <w:gridCol w:w="996"/>
        <w:gridCol w:w="6192"/>
      </w:tblGrid>
      <w:tr w:rsidR="00155646" w:rsidRPr="00490FFE" w:rsidTr="00D17485">
        <w:tc>
          <w:tcPr>
            <w:tcW w:w="2988" w:type="dxa"/>
            <w:gridSpan w:val="3"/>
          </w:tcPr>
          <w:p w:rsidR="00155646" w:rsidRPr="007D3334" w:rsidRDefault="00155646" w:rsidP="007D3334">
            <w:pPr>
              <w:jc w:val="center"/>
              <w:rPr>
                <w:sz w:val="20"/>
                <w:szCs w:val="20"/>
              </w:rPr>
            </w:pPr>
            <w:r w:rsidRPr="007D3334">
              <w:rPr>
                <w:sz w:val="20"/>
                <w:szCs w:val="20"/>
              </w:rPr>
              <w:t>Норматив распределения</w:t>
            </w:r>
          </w:p>
          <w:p w:rsidR="00155646" w:rsidRPr="00490FFE" w:rsidRDefault="00155646" w:rsidP="007D3334">
            <w:pPr>
              <w:jc w:val="center"/>
              <w:rPr>
                <w:sz w:val="20"/>
                <w:szCs w:val="20"/>
              </w:rPr>
            </w:pPr>
            <w:r w:rsidRPr="007D3334">
              <w:rPr>
                <w:sz w:val="20"/>
                <w:szCs w:val="20"/>
              </w:rPr>
              <w:t>в %</w:t>
            </w:r>
          </w:p>
        </w:tc>
        <w:tc>
          <w:tcPr>
            <w:tcW w:w="6192" w:type="dxa"/>
            <w:vMerge w:val="restart"/>
            <w:vAlign w:val="center"/>
          </w:tcPr>
          <w:p w:rsidR="00155646" w:rsidRPr="00490FFE" w:rsidRDefault="00155646" w:rsidP="00D54017">
            <w:pPr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Наименование вида доходов</w:t>
            </w:r>
          </w:p>
        </w:tc>
      </w:tr>
      <w:tr w:rsidR="00155646" w:rsidRPr="00490FFE" w:rsidTr="00D17485">
        <w:tc>
          <w:tcPr>
            <w:tcW w:w="996" w:type="dxa"/>
          </w:tcPr>
          <w:p w:rsidR="00155646" w:rsidRPr="00490FFE" w:rsidRDefault="00155646" w:rsidP="00D54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6" w:type="dxa"/>
          </w:tcPr>
          <w:p w:rsidR="00155646" w:rsidRPr="00490FFE" w:rsidRDefault="00155646" w:rsidP="00D54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6" w:type="dxa"/>
          </w:tcPr>
          <w:p w:rsidR="00155646" w:rsidRPr="00490FFE" w:rsidRDefault="00155646" w:rsidP="00D54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6192" w:type="dxa"/>
            <w:vMerge/>
            <w:vAlign w:val="center"/>
          </w:tcPr>
          <w:p w:rsidR="00155646" w:rsidRPr="00490FFE" w:rsidRDefault="00155646" w:rsidP="00D54017">
            <w:pPr>
              <w:rPr>
                <w:sz w:val="20"/>
                <w:szCs w:val="20"/>
              </w:rPr>
            </w:pPr>
          </w:p>
        </w:tc>
      </w:tr>
      <w:tr w:rsidR="00155646" w:rsidRPr="00490FFE" w:rsidTr="00D17485">
        <w:trPr>
          <w:trHeight w:val="708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 органов местного самоуправления, уполномоченными 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55646" w:rsidRPr="00490FFE" w:rsidTr="00D17485">
        <w:trPr>
          <w:trHeight w:val="669"/>
        </w:trPr>
        <w:tc>
          <w:tcPr>
            <w:tcW w:w="996" w:type="dxa"/>
          </w:tcPr>
          <w:p w:rsidR="00155646" w:rsidRPr="00806FB1" w:rsidRDefault="00155646" w:rsidP="00036DAE">
            <w:r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55646" w:rsidRPr="00490FFE" w:rsidTr="00D17485">
        <w:trPr>
          <w:trHeight w:val="437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55646" w:rsidRPr="00490FFE" w:rsidTr="00D17485">
        <w:trPr>
          <w:trHeight w:val="371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155646" w:rsidRPr="00490FFE" w:rsidTr="00D17485"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55646" w:rsidRPr="00490FFE" w:rsidTr="00D17485">
        <w:trPr>
          <w:trHeight w:val="268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55646" w:rsidRPr="00490FFE" w:rsidTr="00D17485">
        <w:trPr>
          <w:trHeight w:val="356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155646" w:rsidRPr="00490FFE" w:rsidTr="003E1317">
        <w:trPr>
          <w:trHeight w:val="355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155646" w:rsidRPr="00490FFE" w:rsidTr="00D17485">
        <w:trPr>
          <w:trHeight w:val="527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Инициативные платежи, зачисляемые в бюджеты сельских поселений</w:t>
            </w:r>
          </w:p>
        </w:tc>
      </w:tr>
      <w:tr w:rsidR="00155646" w:rsidRPr="00490FFE" w:rsidTr="00D17485">
        <w:trPr>
          <w:trHeight w:val="459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155646" w:rsidRPr="00490FFE" w:rsidTr="00D17485">
        <w:trPr>
          <w:trHeight w:val="262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155646" w:rsidRPr="00490FFE" w:rsidTr="00D17485">
        <w:trPr>
          <w:trHeight w:val="288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155646" w:rsidRPr="00490FFE" w:rsidTr="00D17485">
        <w:trPr>
          <w:trHeight w:val="388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55646" w:rsidRPr="00490FFE" w:rsidTr="003E1317">
        <w:trPr>
          <w:trHeight w:val="424"/>
        </w:trPr>
        <w:tc>
          <w:tcPr>
            <w:tcW w:w="996" w:type="dxa"/>
            <w:tcBorders>
              <w:right w:val="nil"/>
            </w:tcBorders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  <w:tcBorders>
              <w:right w:val="nil"/>
            </w:tcBorders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  <w:tcBorders>
              <w:right w:val="nil"/>
            </w:tcBorders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  <w:tcBorders>
              <w:right w:val="nil"/>
            </w:tcBorders>
            <w:vAlign w:val="center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155646" w:rsidRPr="00490FFE" w:rsidTr="00D17485">
        <w:trPr>
          <w:trHeight w:val="383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55646" w:rsidRPr="00490FFE" w:rsidTr="00D17485">
        <w:trPr>
          <w:trHeight w:val="601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55646" w:rsidRPr="00490FFE" w:rsidTr="00D17485">
        <w:trPr>
          <w:trHeight w:val="983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55646" w:rsidRPr="00490FFE" w:rsidTr="00D17485">
        <w:trPr>
          <w:trHeight w:val="405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155646" w:rsidRPr="00490FFE" w:rsidTr="00D17485">
        <w:trPr>
          <w:trHeight w:val="405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</w:tr>
      <w:tr w:rsidR="00155646" w:rsidRPr="00490FFE" w:rsidTr="00D17485">
        <w:trPr>
          <w:trHeight w:val="405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55646" w:rsidRPr="00490FFE" w:rsidTr="00D17485">
        <w:trPr>
          <w:trHeight w:val="405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55646" w:rsidRPr="00490FFE" w:rsidTr="00D17485">
        <w:trPr>
          <w:trHeight w:val="525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  <w:vAlign w:val="center"/>
          </w:tcPr>
          <w:p w:rsidR="00155646" w:rsidRPr="00FC2719" w:rsidRDefault="00155646" w:rsidP="00EF665D">
            <w:pPr>
              <w:jc w:val="both"/>
              <w:rPr>
                <w:b/>
              </w:rPr>
            </w:pPr>
            <w:r w:rsidRPr="00EB546E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55646" w:rsidRPr="00490FFE" w:rsidTr="006E74DC">
        <w:trPr>
          <w:trHeight w:val="461"/>
        </w:trPr>
        <w:tc>
          <w:tcPr>
            <w:tcW w:w="996" w:type="dxa"/>
          </w:tcPr>
          <w:p w:rsidR="00155646" w:rsidRPr="00806FB1" w:rsidRDefault="00155646" w:rsidP="00036DAE">
            <w:r>
              <w:t>10</w:t>
            </w:r>
          </w:p>
        </w:tc>
        <w:tc>
          <w:tcPr>
            <w:tcW w:w="996" w:type="dxa"/>
          </w:tcPr>
          <w:p w:rsidR="00155646" w:rsidRPr="001F2C31" w:rsidRDefault="00155646" w:rsidP="006D7115">
            <w:r>
              <w:t>10</w:t>
            </w:r>
          </w:p>
        </w:tc>
        <w:tc>
          <w:tcPr>
            <w:tcW w:w="996" w:type="dxa"/>
          </w:tcPr>
          <w:p w:rsidR="00155646" w:rsidRPr="005E2D1E" w:rsidRDefault="00155646" w:rsidP="00427183">
            <w:r>
              <w:t>10</w:t>
            </w:r>
          </w:p>
        </w:tc>
        <w:tc>
          <w:tcPr>
            <w:tcW w:w="6192" w:type="dxa"/>
            <w:vAlign w:val="center"/>
          </w:tcPr>
          <w:p w:rsidR="00155646" w:rsidRPr="00EB546E" w:rsidRDefault="00155646" w:rsidP="00EF665D">
            <w:pPr>
              <w:jc w:val="both"/>
              <w:rPr>
                <w:sz w:val="22"/>
                <w:szCs w:val="22"/>
              </w:rPr>
            </w:pPr>
            <w:r w:rsidRPr="00B80149">
              <w:rPr>
                <w:sz w:val="22"/>
                <w:szCs w:val="22"/>
              </w:rPr>
              <w:t>Налог на доходы физических лиц (*)</w:t>
            </w:r>
          </w:p>
        </w:tc>
      </w:tr>
      <w:tr w:rsidR="00155646" w:rsidRPr="00490FFE" w:rsidTr="006E74DC">
        <w:trPr>
          <w:trHeight w:val="397"/>
        </w:trPr>
        <w:tc>
          <w:tcPr>
            <w:tcW w:w="996" w:type="dxa"/>
          </w:tcPr>
          <w:p w:rsidR="00155646" w:rsidRPr="00806FB1" w:rsidRDefault="00155646" w:rsidP="00036DAE">
            <w:r>
              <w:t>10</w:t>
            </w:r>
          </w:p>
        </w:tc>
        <w:tc>
          <w:tcPr>
            <w:tcW w:w="996" w:type="dxa"/>
          </w:tcPr>
          <w:p w:rsidR="00155646" w:rsidRPr="001F2C31" w:rsidRDefault="00155646" w:rsidP="006D7115">
            <w:r>
              <w:t>10</w:t>
            </w:r>
          </w:p>
        </w:tc>
        <w:tc>
          <w:tcPr>
            <w:tcW w:w="996" w:type="dxa"/>
          </w:tcPr>
          <w:p w:rsidR="00155646" w:rsidRPr="005E2D1E" w:rsidRDefault="00155646" w:rsidP="00427183">
            <w:r>
              <w:t>10</w:t>
            </w:r>
          </w:p>
        </w:tc>
        <w:tc>
          <w:tcPr>
            <w:tcW w:w="6192" w:type="dxa"/>
            <w:vAlign w:val="center"/>
          </w:tcPr>
          <w:p w:rsidR="00155646" w:rsidRPr="00EB546E" w:rsidRDefault="00155646" w:rsidP="00EF665D">
            <w:pPr>
              <w:jc w:val="both"/>
              <w:rPr>
                <w:sz w:val="22"/>
                <w:szCs w:val="22"/>
              </w:rPr>
            </w:pPr>
            <w:r w:rsidRPr="006E74DC">
              <w:rPr>
                <w:sz w:val="22"/>
                <w:szCs w:val="22"/>
              </w:rPr>
              <w:t>Единый сельскохозяйственный налог (*)</w:t>
            </w:r>
          </w:p>
        </w:tc>
      </w:tr>
      <w:tr w:rsidR="00155646" w:rsidRPr="00490FFE" w:rsidTr="00D17485">
        <w:trPr>
          <w:trHeight w:val="525"/>
        </w:trPr>
        <w:tc>
          <w:tcPr>
            <w:tcW w:w="996" w:type="dxa"/>
          </w:tcPr>
          <w:p w:rsidR="00155646" w:rsidRPr="00806FB1" w:rsidRDefault="00155646" w:rsidP="00036DAE">
            <w:r>
              <w:t>10</w:t>
            </w:r>
          </w:p>
        </w:tc>
        <w:tc>
          <w:tcPr>
            <w:tcW w:w="996" w:type="dxa"/>
          </w:tcPr>
          <w:p w:rsidR="00155646" w:rsidRPr="001F2C31" w:rsidRDefault="00155646" w:rsidP="006D7115">
            <w:r>
              <w:t>10</w:t>
            </w:r>
          </w:p>
        </w:tc>
        <w:tc>
          <w:tcPr>
            <w:tcW w:w="996" w:type="dxa"/>
          </w:tcPr>
          <w:p w:rsidR="00155646" w:rsidRPr="005E2D1E" w:rsidRDefault="00155646" w:rsidP="00427183">
            <w:r>
              <w:t>10</w:t>
            </w:r>
          </w:p>
        </w:tc>
        <w:tc>
          <w:tcPr>
            <w:tcW w:w="6192" w:type="dxa"/>
            <w:vAlign w:val="center"/>
          </w:tcPr>
          <w:p w:rsidR="00155646" w:rsidRPr="00EB546E" w:rsidRDefault="00155646" w:rsidP="00EF665D">
            <w:pPr>
              <w:jc w:val="both"/>
              <w:rPr>
                <w:sz w:val="22"/>
                <w:szCs w:val="22"/>
              </w:rPr>
            </w:pPr>
            <w:r w:rsidRPr="006E74DC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55646" w:rsidRPr="00490FFE" w:rsidTr="006E74DC">
        <w:trPr>
          <w:trHeight w:val="371"/>
        </w:trPr>
        <w:tc>
          <w:tcPr>
            <w:tcW w:w="996" w:type="dxa"/>
          </w:tcPr>
          <w:p w:rsidR="00155646" w:rsidRPr="00806FB1" w:rsidRDefault="00155646" w:rsidP="00036DAE">
            <w:r>
              <w:t>10</w:t>
            </w:r>
          </w:p>
        </w:tc>
        <w:tc>
          <w:tcPr>
            <w:tcW w:w="996" w:type="dxa"/>
          </w:tcPr>
          <w:p w:rsidR="00155646" w:rsidRPr="001F2C31" w:rsidRDefault="00155646" w:rsidP="006D7115">
            <w:r>
              <w:t>10</w:t>
            </w:r>
          </w:p>
        </w:tc>
        <w:tc>
          <w:tcPr>
            <w:tcW w:w="996" w:type="dxa"/>
          </w:tcPr>
          <w:p w:rsidR="00155646" w:rsidRPr="005E2D1E" w:rsidRDefault="00155646" w:rsidP="00427183">
            <w:r>
              <w:t>10</w:t>
            </w:r>
          </w:p>
        </w:tc>
        <w:tc>
          <w:tcPr>
            <w:tcW w:w="6192" w:type="dxa"/>
            <w:vAlign w:val="center"/>
          </w:tcPr>
          <w:p w:rsidR="00155646" w:rsidRPr="00EB546E" w:rsidRDefault="00155646" w:rsidP="00EF665D">
            <w:pPr>
              <w:jc w:val="both"/>
              <w:rPr>
                <w:sz w:val="22"/>
                <w:szCs w:val="22"/>
              </w:rPr>
            </w:pPr>
            <w:r w:rsidRPr="006E74DC">
              <w:rPr>
                <w:sz w:val="22"/>
                <w:szCs w:val="22"/>
              </w:rPr>
              <w:t>Земельный налог (*)</w:t>
            </w:r>
          </w:p>
        </w:tc>
      </w:tr>
      <w:tr w:rsidR="00155646" w:rsidRPr="00490FFE" w:rsidTr="00D17485">
        <w:trPr>
          <w:trHeight w:val="525"/>
        </w:trPr>
        <w:tc>
          <w:tcPr>
            <w:tcW w:w="996" w:type="dxa"/>
          </w:tcPr>
          <w:p w:rsidR="00155646" w:rsidRPr="00806FB1" w:rsidRDefault="00155646" w:rsidP="00036DAE">
            <w:r>
              <w:t>0,00782</w:t>
            </w:r>
          </w:p>
        </w:tc>
        <w:tc>
          <w:tcPr>
            <w:tcW w:w="996" w:type="dxa"/>
          </w:tcPr>
          <w:p w:rsidR="00155646" w:rsidRPr="001F2C31" w:rsidRDefault="00155646" w:rsidP="006D7115">
            <w:r>
              <w:t>0,00782</w:t>
            </w:r>
          </w:p>
        </w:tc>
        <w:tc>
          <w:tcPr>
            <w:tcW w:w="996" w:type="dxa"/>
          </w:tcPr>
          <w:p w:rsidR="00155646" w:rsidRPr="005E2D1E" w:rsidRDefault="00155646" w:rsidP="00427183">
            <w:r>
              <w:t>0,00782</w:t>
            </w:r>
          </w:p>
        </w:tc>
        <w:tc>
          <w:tcPr>
            <w:tcW w:w="6192" w:type="dxa"/>
            <w:vAlign w:val="center"/>
          </w:tcPr>
          <w:p w:rsidR="00155646" w:rsidRPr="00EB546E" w:rsidRDefault="00155646" w:rsidP="00EF665D">
            <w:pPr>
              <w:jc w:val="both"/>
              <w:rPr>
                <w:sz w:val="22"/>
                <w:szCs w:val="22"/>
              </w:rPr>
            </w:pPr>
            <w:r w:rsidRPr="00B80149">
              <w:rPr>
                <w:sz w:val="22"/>
                <w:szCs w:val="22"/>
              </w:rPr>
              <w:t>Доходы от уплаты акц</w:t>
            </w:r>
            <w:bookmarkStart w:id="0" w:name="_GoBack"/>
            <w:bookmarkEnd w:id="0"/>
            <w:r w:rsidRPr="00B80149">
              <w:rPr>
                <w:sz w:val="22"/>
                <w:szCs w:val="22"/>
              </w:rPr>
              <w:t>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55646" w:rsidRPr="00490FFE" w:rsidTr="00D17485">
        <w:trPr>
          <w:trHeight w:val="525"/>
        </w:trPr>
        <w:tc>
          <w:tcPr>
            <w:tcW w:w="996" w:type="dxa"/>
          </w:tcPr>
          <w:p w:rsidR="00155646" w:rsidRPr="00806FB1" w:rsidRDefault="00155646" w:rsidP="00036DAE">
            <w:r w:rsidRPr="00806FB1">
              <w:t>0,00782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0,00782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0,00782</w:t>
            </w:r>
          </w:p>
        </w:tc>
        <w:tc>
          <w:tcPr>
            <w:tcW w:w="6192" w:type="dxa"/>
            <w:vAlign w:val="center"/>
          </w:tcPr>
          <w:p w:rsidR="00155646" w:rsidRPr="00FC2719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55646" w:rsidRPr="00490FFE" w:rsidTr="00D17485">
        <w:trPr>
          <w:trHeight w:val="720"/>
        </w:trPr>
        <w:tc>
          <w:tcPr>
            <w:tcW w:w="996" w:type="dxa"/>
          </w:tcPr>
          <w:p w:rsidR="00155646" w:rsidRPr="00806FB1" w:rsidRDefault="00155646" w:rsidP="00036DAE">
            <w:r>
              <w:t>0,00782</w:t>
            </w:r>
          </w:p>
        </w:tc>
        <w:tc>
          <w:tcPr>
            <w:tcW w:w="996" w:type="dxa"/>
          </w:tcPr>
          <w:p w:rsidR="00155646" w:rsidRPr="001F2C31" w:rsidRDefault="00155646" w:rsidP="006D7115">
            <w:r>
              <w:t>0,00782</w:t>
            </w:r>
          </w:p>
        </w:tc>
        <w:tc>
          <w:tcPr>
            <w:tcW w:w="996" w:type="dxa"/>
          </w:tcPr>
          <w:p w:rsidR="00155646" w:rsidRPr="005E2D1E" w:rsidRDefault="00155646" w:rsidP="00427183">
            <w:r>
              <w:t>0,00782</w:t>
            </w:r>
          </w:p>
        </w:tc>
        <w:tc>
          <w:tcPr>
            <w:tcW w:w="6192" w:type="dxa"/>
            <w:vAlign w:val="center"/>
          </w:tcPr>
          <w:p w:rsidR="00155646" w:rsidRPr="00FC2719" w:rsidRDefault="00155646" w:rsidP="00EF665D">
            <w:pPr>
              <w:jc w:val="both"/>
            </w:pPr>
            <w:r w:rsidRPr="00557210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55646" w:rsidRPr="00490FFE" w:rsidTr="00D17485">
        <w:trPr>
          <w:trHeight w:val="420"/>
        </w:trPr>
        <w:tc>
          <w:tcPr>
            <w:tcW w:w="996" w:type="dxa"/>
          </w:tcPr>
          <w:p w:rsidR="00155646" w:rsidRPr="00806FB1" w:rsidRDefault="00155646" w:rsidP="004D5637">
            <w:r>
              <w:t>0,00782</w:t>
            </w:r>
          </w:p>
        </w:tc>
        <w:tc>
          <w:tcPr>
            <w:tcW w:w="996" w:type="dxa"/>
          </w:tcPr>
          <w:p w:rsidR="00155646" w:rsidRPr="001F2C31" w:rsidRDefault="00155646" w:rsidP="004D5637">
            <w:r>
              <w:t>0,00782</w:t>
            </w:r>
          </w:p>
        </w:tc>
        <w:tc>
          <w:tcPr>
            <w:tcW w:w="996" w:type="dxa"/>
          </w:tcPr>
          <w:p w:rsidR="00155646" w:rsidRPr="005E2D1E" w:rsidRDefault="00155646" w:rsidP="004D5637">
            <w:r>
              <w:t>0,00782</w:t>
            </w:r>
          </w:p>
        </w:tc>
        <w:tc>
          <w:tcPr>
            <w:tcW w:w="6192" w:type="dxa"/>
            <w:vAlign w:val="center"/>
          </w:tcPr>
          <w:p w:rsidR="00155646" w:rsidRPr="00FC2719" w:rsidRDefault="00155646" w:rsidP="00EF665D">
            <w:pPr>
              <w:tabs>
                <w:tab w:val="left" w:pos="540"/>
              </w:tabs>
              <w:autoSpaceDE w:val="0"/>
              <w:autoSpaceDN w:val="0"/>
              <w:adjustRightInd w:val="0"/>
              <w:jc w:val="both"/>
            </w:pPr>
            <w:r w:rsidRPr="00557210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</w:tbl>
    <w:p w:rsidR="00155646" w:rsidRDefault="00155646"/>
    <w:sectPr w:rsidR="00155646" w:rsidSect="000329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37B"/>
    <w:rsid w:val="00004B57"/>
    <w:rsid w:val="0003290E"/>
    <w:rsid w:val="00036DAE"/>
    <w:rsid w:val="00053858"/>
    <w:rsid w:val="00155646"/>
    <w:rsid w:val="001C7370"/>
    <w:rsid w:val="001F2C31"/>
    <w:rsid w:val="001F32A7"/>
    <w:rsid w:val="002424CC"/>
    <w:rsid w:val="00360D5B"/>
    <w:rsid w:val="003E1317"/>
    <w:rsid w:val="00410D3C"/>
    <w:rsid w:val="00425195"/>
    <w:rsid w:val="00427183"/>
    <w:rsid w:val="00490FFE"/>
    <w:rsid w:val="004D5637"/>
    <w:rsid w:val="00557210"/>
    <w:rsid w:val="005E2D1E"/>
    <w:rsid w:val="00604011"/>
    <w:rsid w:val="006B2C18"/>
    <w:rsid w:val="006D0426"/>
    <w:rsid w:val="006D7115"/>
    <w:rsid w:val="006E74DC"/>
    <w:rsid w:val="00764687"/>
    <w:rsid w:val="007D3334"/>
    <w:rsid w:val="007E3B8A"/>
    <w:rsid w:val="007F32FA"/>
    <w:rsid w:val="00806FB1"/>
    <w:rsid w:val="00840639"/>
    <w:rsid w:val="008E02E9"/>
    <w:rsid w:val="0098737B"/>
    <w:rsid w:val="009924D8"/>
    <w:rsid w:val="00A9669B"/>
    <w:rsid w:val="00B80149"/>
    <w:rsid w:val="00BE76B0"/>
    <w:rsid w:val="00BF0678"/>
    <w:rsid w:val="00D17485"/>
    <w:rsid w:val="00D54017"/>
    <w:rsid w:val="00DB76B7"/>
    <w:rsid w:val="00E97AD0"/>
    <w:rsid w:val="00EB546E"/>
    <w:rsid w:val="00EF665D"/>
    <w:rsid w:val="00FC2719"/>
    <w:rsid w:val="00FF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4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3</Pages>
  <Words>952</Words>
  <Characters>5433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2020-12-09T08:27:00Z</cp:lastPrinted>
  <dcterms:created xsi:type="dcterms:W3CDTF">2019-11-26T10:52:00Z</dcterms:created>
  <dcterms:modified xsi:type="dcterms:W3CDTF">2020-12-28T07:54:00Z</dcterms:modified>
</cp:coreProperties>
</file>